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087" w:rsidRDefault="00857087"/>
    <w:p w:rsidR="00857087" w:rsidRDefault="00857087">
      <w:pPr>
        <w:rPr>
          <w:sz w:val="48"/>
          <w:szCs w:val="48"/>
        </w:rPr>
      </w:pPr>
      <w:r>
        <w:rPr>
          <w:sz w:val="48"/>
          <w:szCs w:val="48"/>
        </w:rPr>
        <w:t>“My short story”</w:t>
      </w:r>
    </w:p>
    <w:p w:rsidR="00857087" w:rsidRDefault="00857087">
      <w:pPr>
        <w:rPr>
          <w:sz w:val="40"/>
          <w:szCs w:val="40"/>
        </w:rPr>
      </w:pPr>
      <w:r w:rsidRPr="005F358A">
        <w:rPr>
          <w:sz w:val="40"/>
          <w:szCs w:val="40"/>
        </w:rPr>
        <w:t>I was one year old, when my mother left me with my step-grandmother. She did that because she had to work. I was too little when that happened; I think that I just started to learn how to eat pieces of foods. Then I grew up my parents wasn’t by my side all the time. Sometime I open my mind, and suddenly I start to think that I was adopted by them. Now in the present, I just want to try hard to get what I want. I am not the best son in the world. I will show them, my good side that is hiding in me. I want to go ahead but there is something that doesn't let me do it. I feel alone in this world with nobody who will protect me from the evil. I have a wonderful mother and a father who works hard. Especially that I have them alive; I don’t feel them inside of my heart. My life is transparent throughout and my life is fading in to a deeply dimension.</w:t>
      </w:r>
      <w:r>
        <w:rPr>
          <w:sz w:val="40"/>
          <w:szCs w:val="40"/>
        </w:rPr>
        <w:t xml:space="preserve">  </w:t>
      </w:r>
    </w:p>
    <w:p w:rsidR="00857087" w:rsidRDefault="00857087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Mournfully:</w:t>
      </w:r>
    </w:p>
    <w:p w:rsidR="00857087" w:rsidRDefault="00857087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Samuel Quiroz</w:t>
      </w:r>
    </w:p>
    <w:p w:rsidR="00857087" w:rsidRDefault="00857087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 </w:t>
      </w:r>
    </w:p>
    <w:p w:rsidR="00857087" w:rsidRDefault="00857087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</w:t>
      </w:r>
    </w:p>
    <w:p w:rsidR="00857087" w:rsidRPr="005F358A" w:rsidRDefault="00857087">
      <w:pPr>
        <w:rPr>
          <w:sz w:val="40"/>
          <w:szCs w:val="40"/>
        </w:rPr>
      </w:pPr>
    </w:p>
    <w:sectPr w:rsidR="00857087" w:rsidRPr="005F358A" w:rsidSect="00857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FA0"/>
    <w:rsid w:val="00067E25"/>
    <w:rsid w:val="002D49C8"/>
    <w:rsid w:val="00476AC2"/>
    <w:rsid w:val="005F358A"/>
    <w:rsid w:val="00644199"/>
    <w:rsid w:val="00857087"/>
    <w:rsid w:val="008571D6"/>
    <w:rsid w:val="009352B7"/>
    <w:rsid w:val="00AC5FA0"/>
    <w:rsid w:val="00AE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D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2D49C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D49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177</Words>
  <Characters>1009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“My short story”</dc:title>
  <dc:subject/>
  <dc:creator>Irene</dc:creator>
  <cp:keywords/>
  <dc:description/>
  <cp:lastModifiedBy>Lawrence Public Schools</cp:lastModifiedBy>
  <cp:revision>2</cp:revision>
  <dcterms:created xsi:type="dcterms:W3CDTF">2012-06-11T18:26:00Z</dcterms:created>
  <dcterms:modified xsi:type="dcterms:W3CDTF">2012-06-11T18:26:00Z</dcterms:modified>
</cp:coreProperties>
</file>